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14C2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A3506C">
              <w:rPr>
                <w:sz w:val="26"/>
                <w:szCs w:val="26"/>
              </w:rPr>
              <w:t xml:space="preserve"> </w:t>
            </w:r>
            <w:r w:rsidR="00414C2D">
              <w:rPr>
                <w:sz w:val="26"/>
                <w:szCs w:val="26"/>
              </w:rPr>
              <w:t>16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C56E4">
        <w:rPr>
          <w:sz w:val="26"/>
          <w:szCs w:val="26"/>
        </w:rPr>
        <w:t>4</w:t>
      </w:r>
      <w:r w:rsidR="007C1917">
        <w:rPr>
          <w:sz w:val="26"/>
          <w:szCs w:val="26"/>
        </w:rPr>
        <w:t>7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7C1917" w:rsidP="00D81400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ежемесячную денежную </w:t>
      </w:r>
      <w:r>
        <w:rPr>
          <w:b/>
          <w:sz w:val="26"/>
          <w:szCs w:val="26"/>
        </w:rPr>
        <w:br/>
        <w:t>выплату на оплату жилья и коммунальных услуг многодетной семье на 2016 год</w:t>
      </w:r>
    </w:p>
    <w:p w:rsidR="006D194C" w:rsidRPr="00A3506C" w:rsidRDefault="006D194C" w:rsidP="00010CC4">
      <w:pPr>
        <w:ind w:left="0"/>
        <w:jc w:val="right"/>
        <w:rPr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010CC4" w:rsidTr="007C1917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1917" w:rsidRDefault="007C1917" w:rsidP="00220CB7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783,4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6 797,6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5 706,7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12 405,1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7 581,8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2 075,2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1 064,6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1 183,4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37 269,7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1 034,6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2 075,2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3 231,5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2 075,2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2 195,2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2 725,2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2 010,5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1 434,6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2 075,2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1 935,2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1 290,5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2 639,8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3 089,8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1 230,5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2 539,8</w:t>
            </w:r>
          </w:p>
        </w:tc>
      </w:tr>
      <w:tr w:rsidR="007C1917" w:rsidTr="007C1917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994,6</w:t>
            </w:r>
          </w:p>
        </w:tc>
      </w:tr>
      <w:tr w:rsidR="007C1917" w:rsidTr="007C1917">
        <w:tblPrEx>
          <w:tblLook w:val="04A0"/>
        </w:tblPrEx>
        <w:trPr>
          <w:trHeight w:val="31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1917" w:rsidRDefault="007C1917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C1917" w:rsidRDefault="007C1917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128 880,0»</w:t>
            </w:r>
          </w:p>
        </w:tc>
      </w:tr>
    </w:tbl>
    <w:p w:rsidR="007C1917" w:rsidRDefault="007C1917" w:rsidP="003F33DC">
      <w:pPr>
        <w:ind w:left="0"/>
        <w:rPr>
          <w:sz w:val="26"/>
          <w:szCs w:val="26"/>
        </w:rPr>
      </w:pPr>
    </w:p>
    <w:p w:rsidR="007C1917" w:rsidRPr="00626F49" w:rsidRDefault="007C1917" w:rsidP="003F33DC">
      <w:pPr>
        <w:ind w:left="0"/>
        <w:rPr>
          <w:sz w:val="26"/>
          <w:szCs w:val="26"/>
        </w:rPr>
      </w:pPr>
    </w:p>
    <w:sectPr w:rsidR="007C1917" w:rsidRPr="00626F49" w:rsidSect="00DB4DEE">
      <w:footerReference w:type="default" r:id="rId7"/>
      <w:pgSz w:w="11906" w:h="16838"/>
      <w:pgMar w:top="1134" w:right="567" w:bottom="1134" w:left="1701" w:header="709" w:footer="709" w:gutter="0"/>
      <w:pgNumType w:start="4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205" w:rsidRDefault="00E06205" w:rsidP="005211A3">
      <w:r>
        <w:separator/>
      </w:r>
    </w:p>
  </w:endnote>
  <w:endnote w:type="continuationSeparator" w:id="0">
    <w:p w:rsidR="00E06205" w:rsidRDefault="00E0620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E816C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B4DEE">
          <w:rPr>
            <w:noProof/>
            <w:sz w:val="24"/>
            <w:szCs w:val="24"/>
          </w:rPr>
          <w:t>411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205" w:rsidRDefault="00E06205" w:rsidP="005211A3">
      <w:r>
        <w:separator/>
      </w:r>
    </w:p>
  </w:footnote>
  <w:footnote w:type="continuationSeparator" w:id="0">
    <w:p w:rsidR="00E06205" w:rsidRDefault="00E0620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23C43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0A7"/>
    <w:rsid w:val="00133D74"/>
    <w:rsid w:val="0013584D"/>
    <w:rsid w:val="00136BCA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7A0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C2D"/>
    <w:rsid w:val="00414FC0"/>
    <w:rsid w:val="00420A05"/>
    <w:rsid w:val="00421524"/>
    <w:rsid w:val="00427B79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2DFF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7F8"/>
    <w:rsid w:val="00741C07"/>
    <w:rsid w:val="00762DCE"/>
    <w:rsid w:val="00773CF1"/>
    <w:rsid w:val="00787C7B"/>
    <w:rsid w:val="0079072E"/>
    <w:rsid w:val="007B304D"/>
    <w:rsid w:val="007C1917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169E2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3506C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4DEE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205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16CE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93242-7EBB-4AC1-B615-1F3863D3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2016-02-24T06:37:00Z</cp:lastPrinted>
  <dcterms:created xsi:type="dcterms:W3CDTF">2016-04-08T05:10:00Z</dcterms:created>
  <dcterms:modified xsi:type="dcterms:W3CDTF">2016-04-22T04:17:00Z</dcterms:modified>
</cp:coreProperties>
</file>