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E6790D" w:rsidTr="00E6790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E6790D" w:rsidRDefault="00E6790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E6790D" w:rsidRDefault="00E6790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E6790D" w:rsidRDefault="00E6790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</w:t>
            </w:r>
            <w:r w:rsidR="00183D20">
              <w:rPr>
                <w:sz w:val="26"/>
                <w:szCs w:val="26"/>
              </w:rPr>
              <w:t xml:space="preserve"> 4</w:t>
            </w:r>
            <w:r>
              <w:rPr>
                <w:sz w:val="26"/>
                <w:szCs w:val="26"/>
              </w:rPr>
              <w:t xml:space="preserve">       </w:t>
            </w:r>
          </w:p>
        </w:tc>
      </w:tr>
      <w:tr w:rsidR="00E6790D" w:rsidTr="00E6790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E6790D" w:rsidRDefault="00E6790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E6790D" w:rsidRDefault="00E6790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E6790D" w:rsidRDefault="00E6790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E6790D" w:rsidTr="00E6790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E6790D" w:rsidRDefault="00E6790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E6790D" w:rsidRDefault="00E6790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внесении изменений в Закон Челябинской</w:t>
            </w:r>
            <w:r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E6790D" w:rsidRDefault="00CD7018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</w:t>
            </w:r>
            <w:r w:rsidR="00E6790D">
              <w:rPr>
                <w:sz w:val="26"/>
                <w:szCs w:val="26"/>
              </w:rPr>
              <w:t>на плановый период 2018 и 2019 годов»</w:t>
            </w:r>
          </w:p>
        </w:tc>
      </w:tr>
      <w:tr w:rsidR="00E6790D" w:rsidTr="00E6790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E6790D" w:rsidRDefault="00E6790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E6790D" w:rsidRDefault="00E6790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E6790D" w:rsidRDefault="00E6790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от___________2017 года № _________</w:t>
            </w:r>
          </w:p>
        </w:tc>
      </w:tr>
      <w:tr w:rsidR="00E6790D" w:rsidTr="00E6790D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E6790D" w:rsidRDefault="00E6790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E6790D" w:rsidRDefault="00E6790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E6790D" w:rsidRDefault="00E6790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E6790D" w:rsidRDefault="00E6790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E6790D" w:rsidRDefault="00E6790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E6790D" w:rsidRDefault="00E6790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</w:tr>
      <w:tr w:rsidR="00E6790D" w:rsidTr="00E6790D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E6790D" w:rsidRDefault="00E6790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E6790D" w:rsidRDefault="00E6790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E6790D" w:rsidRDefault="00E6790D" w:rsidP="00E6790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«Приложение 18</w:t>
            </w:r>
          </w:p>
        </w:tc>
      </w:tr>
      <w:tr w:rsidR="00E6790D" w:rsidTr="00E6790D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E6790D" w:rsidRDefault="00E6790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E6790D" w:rsidRDefault="00E6790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E6790D" w:rsidRDefault="00E6790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E6790D" w:rsidTr="00E6790D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E6790D" w:rsidRDefault="00E6790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E6790D" w:rsidRDefault="00E6790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E6790D" w:rsidRDefault="00E6790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областном бюджете на 2017 год</w:t>
            </w:r>
          </w:p>
        </w:tc>
      </w:tr>
      <w:tr w:rsidR="00E6790D" w:rsidTr="00E6790D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E6790D" w:rsidRDefault="00E6790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E6790D" w:rsidRDefault="00E6790D">
            <w:p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E6790D" w:rsidRDefault="00CD7018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</w:t>
            </w:r>
            <w:r w:rsidR="00E6790D">
              <w:rPr>
                <w:sz w:val="26"/>
                <w:szCs w:val="26"/>
              </w:rPr>
              <w:t>на плановый период 2018 и 2019 годов»</w:t>
            </w:r>
          </w:p>
        </w:tc>
      </w:tr>
    </w:tbl>
    <w:p w:rsidR="00E6790D" w:rsidRDefault="00E6790D" w:rsidP="008D7DD1">
      <w:pPr>
        <w:spacing w:line="360" w:lineRule="auto"/>
      </w:pPr>
    </w:p>
    <w:p w:rsidR="00E6790D" w:rsidRDefault="00E6790D" w:rsidP="008D7DD1">
      <w:pPr>
        <w:spacing w:line="360" w:lineRule="auto"/>
      </w:pPr>
    </w:p>
    <w:p w:rsidR="00E86E7D" w:rsidRDefault="00E86E7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r w:rsidRPr="00744CC8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744CC8">
        <w:rPr>
          <w:rFonts w:ascii="Times New Roman" w:hAnsi="Times New Roman" w:cs="Times New Roman"/>
          <w:sz w:val="26"/>
          <w:szCs w:val="26"/>
        </w:rPr>
        <w:br/>
        <w:t xml:space="preserve">на </w:t>
      </w:r>
      <w:r w:rsidR="006E4221">
        <w:rPr>
          <w:rFonts w:ascii="Times New Roman" w:hAnsi="Times New Roman" w:cs="Times New Roman"/>
          <w:sz w:val="26"/>
          <w:szCs w:val="26"/>
        </w:rPr>
        <w:t xml:space="preserve">плановый период </w:t>
      </w:r>
      <w:r w:rsidRPr="00744CC8">
        <w:rPr>
          <w:rFonts w:ascii="Times New Roman" w:hAnsi="Times New Roman" w:cs="Times New Roman"/>
          <w:sz w:val="26"/>
          <w:szCs w:val="26"/>
        </w:rPr>
        <w:t>201</w:t>
      </w:r>
      <w:r w:rsidR="006E4221">
        <w:rPr>
          <w:rFonts w:ascii="Times New Roman" w:hAnsi="Times New Roman" w:cs="Times New Roman"/>
          <w:sz w:val="26"/>
          <w:szCs w:val="26"/>
        </w:rPr>
        <w:t>8 и 2019</w:t>
      </w:r>
      <w:r w:rsidRPr="00744CC8">
        <w:rPr>
          <w:rFonts w:ascii="Times New Roman" w:hAnsi="Times New Roman" w:cs="Times New Roman"/>
          <w:sz w:val="26"/>
          <w:szCs w:val="26"/>
        </w:rPr>
        <w:t xml:space="preserve"> год</w:t>
      </w:r>
      <w:r w:rsidR="006E4221">
        <w:rPr>
          <w:rFonts w:ascii="Times New Roman" w:hAnsi="Times New Roman" w:cs="Times New Roman"/>
          <w:sz w:val="26"/>
          <w:szCs w:val="26"/>
        </w:rPr>
        <w:t>ов</w:t>
      </w:r>
    </w:p>
    <w:p w:rsidR="00E56801" w:rsidRPr="00E56801" w:rsidRDefault="00E56801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16"/>
          <w:szCs w:val="16"/>
        </w:rPr>
      </w:pPr>
    </w:p>
    <w:p w:rsidR="00E86E7D" w:rsidRPr="00744CC8" w:rsidRDefault="00E86E7D" w:rsidP="00E86E7D">
      <w:pPr>
        <w:spacing w:after="20"/>
        <w:ind w:left="-198" w:right="-62" w:firstLine="198"/>
        <w:jc w:val="right"/>
        <w:rPr>
          <w:sz w:val="26"/>
          <w:szCs w:val="26"/>
        </w:rPr>
      </w:pPr>
      <w:r w:rsidRPr="00744CC8">
        <w:rPr>
          <w:sz w:val="26"/>
          <w:szCs w:val="26"/>
        </w:rPr>
        <w:t>(тыс. рублей)</w:t>
      </w:r>
    </w:p>
    <w:tbl>
      <w:tblPr>
        <w:tblW w:w="4992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832"/>
        <w:gridCol w:w="3597"/>
        <w:gridCol w:w="1607"/>
        <w:gridCol w:w="1607"/>
      </w:tblGrid>
      <w:tr w:rsidR="006E4221" w:rsidRPr="00744CC8" w:rsidTr="006E4221">
        <w:trPr>
          <w:trHeight w:val="450"/>
          <w:tblHeader/>
        </w:trPr>
        <w:tc>
          <w:tcPr>
            <w:tcW w:w="1468" w:type="pct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Код бюджетной </w:t>
            </w:r>
          </w:p>
          <w:p w:rsidR="006E4221" w:rsidRPr="00744CC8" w:rsidRDefault="006E4221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классификации </w:t>
            </w:r>
          </w:p>
          <w:p w:rsidR="006E4221" w:rsidRPr="00744CC8" w:rsidRDefault="006E4221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1865" w:type="pct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1666" w:type="pct"/>
            <w:gridSpan w:val="2"/>
          </w:tcPr>
          <w:p w:rsidR="006E4221" w:rsidRPr="00744CC8" w:rsidRDefault="006E4221" w:rsidP="006E4221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Сумма</w:t>
            </w:r>
          </w:p>
        </w:tc>
      </w:tr>
      <w:tr w:rsidR="006E4221" w:rsidRPr="00744CC8" w:rsidTr="006E4221">
        <w:trPr>
          <w:trHeight w:val="450"/>
          <w:tblHeader/>
        </w:trPr>
        <w:tc>
          <w:tcPr>
            <w:tcW w:w="1468" w:type="pct"/>
            <w:vMerge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5" w:type="pct"/>
            <w:vMerge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ind w:left="85" w:right="86"/>
              <w:jc w:val="center"/>
              <w:rPr>
                <w:sz w:val="26"/>
                <w:szCs w:val="26"/>
              </w:rPr>
            </w:pPr>
          </w:p>
        </w:tc>
        <w:tc>
          <w:tcPr>
            <w:tcW w:w="833" w:type="pct"/>
          </w:tcPr>
          <w:p w:rsidR="006E4221" w:rsidRPr="00744CC8" w:rsidRDefault="006E4221" w:rsidP="002A65BD">
            <w:pPr>
              <w:ind w:right="6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</w:t>
            </w:r>
            <w:r w:rsidR="002A65BD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33" w:type="pct"/>
          </w:tcPr>
          <w:p w:rsidR="006E4221" w:rsidRPr="00744CC8" w:rsidRDefault="006E4221" w:rsidP="006E4221">
            <w:pPr>
              <w:ind w:left="85" w:right="8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  <w:r w:rsidR="002A65BD">
              <w:rPr>
                <w:sz w:val="26"/>
                <w:szCs w:val="26"/>
              </w:rPr>
              <w:t xml:space="preserve"> год</w:t>
            </w:r>
          </w:p>
        </w:tc>
      </w:tr>
    </w:tbl>
    <w:p w:rsidR="00E86E7D" w:rsidRPr="00744CC8" w:rsidRDefault="00E86E7D" w:rsidP="00E86E7D">
      <w:pPr>
        <w:rPr>
          <w:sz w:val="2"/>
          <w:szCs w:val="2"/>
        </w:rPr>
      </w:pPr>
    </w:p>
    <w:tbl>
      <w:tblPr>
        <w:tblW w:w="4992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3597"/>
        <w:gridCol w:w="1607"/>
        <w:gridCol w:w="1605"/>
      </w:tblGrid>
      <w:tr w:rsidR="006E4221" w:rsidRPr="00744CC8" w:rsidTr="001A1C8A">
        <w:trPr>
          <w:trHeight w:val="292"/>
          <w:tblHeader/>
        </w:trPr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1</w:t>
            </w:r>
          </w:p>
        </w:tc>
        <w:tc>
          <w:tcPr>
            <w:tcW w:w="1865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2</w:t>
            </w:r>
          </w:p>
        </w:tc>
        <w:tc>
          <w:tcPr>
            <w:tcW w:w="8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221" w:rsidRPr="00744CC8" w:rsidRDefault="006E4221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3</w:t>
            </w:r>
          </w:p>
        </w:tc>
        <w:tc>
          <w:tcPr>
            <w:tcW w:w="8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221" w:rsidRPr="00744CC8" w:rsidRDefault="006E4221" w:rsidP="00393597">
            <w:pPr>
              <w:ind w:right="6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6E4221" w:rsidRPr="00DA22D8" w:rsidTr="001A1C8A">
        <w:trPr>
          <w:trHeight w:val="65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744CC8" w:rsidRDefault="006E4221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01 00 00 00 00 0000 000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4372BE" w:rsidRDefault="006E4221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8"/>
                <w:sz w:val="26"/>
                <w:szCs w:val="26"/>
              </w:rPr>
            </w:pPr>
            <w:r w:rsidRPr="004372B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Источники внутреннего фина</w:t>
            </w:r>
            <w:r w:rsidRPr="004372B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н</w:t>
            </w:r>
            <w:r w:rsidRPr="004372BE">
              <w:rPr>
                <w:rFonts w:ascii="Times New Roman" w:hAnsi="Times New Roman" w:cs="Times New Roman"/>
                <w:spacing w:val="-8"/>
                <w:sz w:val="26"/>
                <w:szCs w:val="26"/>
              </w:rPr>
              <w:t>сирования дефицитов бюджетов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6E4221" w:rsidRPr="00E6790D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  <w:r w:rsidR="006E4221"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603</w:t>
            </w:r>
            <w:r w:rsidR="006E4221"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856</w:t>
            </w:r>
            <w:r w:rsidR="006E4221" w:rsidRP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="00E679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6E4221" w:rsidRPr="00E6790D" w:rsidRDefault="001A1C8A" w:rsidP="0039392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1A1C8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11 363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  <w:r w:rsidRPr="001A1C8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871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1A1C8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="003939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E4221" w:rsidRPr="00DA22D8" w:rsidTr="001A1C8A">
        <w:trPr>
          <w:trHeight w:val="65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6A1813" w:rsidRDefault="006E4221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01 01 00 00 00 0000 000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E4221" w:rsidRPr="006A1813" w:rsidRDefault="006E4221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0B0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Государственные (муниц</w:t>
            </w:r>
            <w:r w:rsidRPr="00D70B0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и</w:t>
            </w:r>
            <w:r w:rsidRPr="00D70B0B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пальные)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ценные бумаги, н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минальная стоимость кот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рых указана в валюте Росси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6E4221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="006E4221" w:rsidRPr="001A1C8A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  <w:r w:rsidR="00E679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6E4221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  <w:r w:rsidR="00E679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1A1C8A" w:rsidRPr="00DA22D8" w:rsidTr="001A1C8A">
        <w:trPr>
          <w:trHeight w:val="65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01 01 00 00 00 0000 700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6E4221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</w:t>
            </w:r>
            <w:r w:rsidRPr="00D70B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муниципальных) ценных б</w:t>
            </w:r>
            <w:r w:rsidRPr="00D70B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</w:t>
            </w:r>
            <w:r w:rsidRPr="00D70B0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маг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, номинальная стоимость которых указана в валюте Российской Федерации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  <w:r w:rsidR="00E679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  <w:r w:rsidR="00E679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1A1C8A" w:rsidRPr="00DA22D8" w:rsidTr="001A1C8A">
        <w:trPr>
          <w:trHeight w:val="65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01 01 00 00 02 0000 710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6E4221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сийской Федерации, ном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нальная стоимость которых указана в валюте Российской Федерации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  <w:r w:rsidR="00E679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  <w:r w:rsidR="00E679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1A1C8A" w:rsidRPr="00DA22D8" w:rsidTr="00384A0E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01 02 00 00 00 0000 000</w:t>
            </w:r>
          </w:p>
        </w:tc>
        <w:tc>
          <w:tcPr>
            <w:tcW w:w="1865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заций в валюте Российской Федерации</w:t>
            </w:r>
          </w:p>
        </w:tc>
        <w:tc>
          <w:tcPr>
            <w:tcW w:w="833" w:type="pct"/>
            <w:tcBorders>
              <w:bottom w:val="nil"/>
              <w:right w:val="single" w:sz="4" w:space="0" w:color="auto"/>
            </w:tcBorders>
          </w:tcPr>
          <w:p w:rsidR="001A1C8A" w:rsidRPr="001A1C8A" w:rsidRDefault="001A1C8A" w:rsidP="00E6790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E6790D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E6790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790D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1A1C8A" w:rsidRPr="001A1C8A" w:rsidRDefault="001A1C8A" w:rsidP="00E6790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10 </w:t>
            </w:r>
            <w:r w:rsidR="00E6790D">
              <w:rPr>
                <w:rFonts w:ascii="Times New Roman" w:hAnsi="Times New Roman" w:cs="Times New Roman"/>
                <w:sz w:val="26"/>
                <w:szCs w:val="26"/>
              </w:rPr>
              <w:t>172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 </w:t>
            </w:r>
            <w:r w:rsidR="00E6790D">
              <w:rPr>
                <w:rFonts w:ascii="Times New Roman" w:hAnsi="Times New Roman" w:cs="Times New Roman"/>
                <w:sz w:val="26"/>
                <w:szCs w:val="26"/>
              </w:rPr>
              <w:t>867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790D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1A1C8A" w:rsidRPr="00DA22D8" w:rsidTr="00384A0E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01 02 00 00 00 0000 700</w:t>
            </w:r>
          </w:p>
        </w:tc>
        <w:tc>
          <w:tcPr>
            <w:tcW w:w="1865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4C5BA6" w:rsidRDefault="001A1C8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дитных организаций в валюте Российской Федерации</w:t>
            </w:r>
          </w:p>
        </w:tc>
        <w:tc>
          <w:tcPr>
            <w:tcW w:w="833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A1C8A" w:rsidRPr="001A1C8A" w:rsidRDefault="00E6790D" w:rsidP="001A1C8A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65</w:t>
            </w:r>
            <w:r>
              <w:rPr>
                <w:sz w:val="26"/>
                <w:szCs w:val="26"/>
                <w:lang w:val="en-US"/>
              </w:rPr>
              <w:t>0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100</w:t>
            </w:r>
            <w:r w:rsidRPr="001A1C8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90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1A1C8A" w:rsidRPr="001A1C8A" w:rsidRDefault="001A1C8A" w:rsidP="00E6790D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  <w:r w:rsidR="00E6790D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  <w:lang w:val="en-US"/>
              </w:rPr>
              <w:t> </w:t>
            </w:r>
            <w:r w:rsidR="00E6790D">
              <w:rPr>
                <w:sz w:val="26"/>
                <w:szCs w:val="26"/>
              </w:rPr>
              <w:t>223</w:t>
            </w:r>
            <w:r>
              <w:rPr>
                <w:sz w:val="26"/>
                <w:szCs w:val="26"/>
                <w:lang w:val="en-US"/>
              </w:rPr>
              <w:t> </w:t>
            </w:r>
            <w:r w:rsidR="00E6790D">
              <w:rPr>
                <w:sz w:val="26"/>
                <w:szCs w:val="26"/>
              </w:rPr>
              <w:t>486</w:t>
            </w:r>
            <w:r>
              <w:rPr>
                <w:sz w:val="26"/>
                <w:szCs w:val="26"/>
              </w:rPr>
              <w:t>,</w:t>
            </w:r>
            <w:r w:rsidR="00E6790D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  <w:lang w:val="en-US"/>
              </w:rPr>
              <w:t>4</w:t>
            </w:r>
          </w:p>
        </w:tc>
      </w:tr>
      <w:tr w:rsidR="001A1C8A" w:rsidRPr="00DA22D8" w:rsidTr="00384A0E">
        <w:trPr>
          <w:trHeight w:val="1453"/>
        </w:trPr>
        <w:tc>
          <w:tcPr>
            <w:tcW w:w="1469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01 02 00 00 02 0000 710</w:t>
            </w:r>
          </w:p>
        </w:tc>
        <w:tc>
          <w:tcPr>
            <w:tcW w:w="1865" w:type="pct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4C5BA6" w:rsidRDefault="001A1C8A" w:rsidP="006E422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дитных организаций бюджет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ми субъектов Российской Ф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 в валюте Российской Федерации</w:t>
            </w:r>
          </w:p>
        </w:tc>
        <w:tc>
          <w:tcPr>
            <w:tcW w:w="833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A1C8A" w:rsidRPr="001A1C8A" w:rsidRDefault="00E6790D" w:rsidP="001A1C8A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7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65</w:t>
            </w:r>
            <w:r>
              <w:rPr>
                <w:sz w:val="26"/>
                <w:szCs w:val="26"/>
                <w:lang w:val="en-US"/>
              </w:rPr>
              <w:t>0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100</w:t>
            </w:r>
            <w:r w:rsidRPr="001A1C8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90</w:t>
            </w:r>
          </w:p>
        </w:tc>
        <w:tc>
          <w:tcPr>
            <w:tcW w:w="832" w:type="pct"/>
            <w:tcBorders>
              <w:bottom w:val="nil"/>
              <w:right w:val="single" w:sz="4" w:space="0" w:color="auto"/>
            </w:tcBorders>
          </w:tcPr>
          <w:p w:rsidR="001A1C8A" w:rsidRPr="001A1C8A" w:rsidRDefault="001A1C8A" w:rsidP="00E6790D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  <w:r w:rsidR="00E6790D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  <w:lang w:val="en-US"/>
              </w:rPr>
              <w:t> </w:t>
            </w:r>
            <w:r w:rsidR="00E6790D">
              <w:rPr>
                <w:sz w:val="26"/>
                <w:szCs w:val="26"/>
              </w:rPr>
              <w:t>223</w:t>
            </w:r>
            <w:r>
              <w:rPr>
                <w:sz w:val="26"/>
                <w:szCs w:val="26"/>
                <w:lang w:val="en-US"/>
              </w:rPr>
              <w:t> </w:t>
            </w:r>
            <w:r w:rsidR="00E6790D">
              <w:rPr>
                <w:sz w:val="26"/>
                <w:szCs w:val="26"/>
              </w:rPr>
              <w:t>486</w:t>
            </w:r>
            <w:r>
              <w:rPr>
                <w:sz w:val="26"/>
                <w:szCs w:val="26"/>
              </w:rPr>
              <w:t>,</w:t>
            </w:r>
            <w:r w:rsidR="00E6790D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  <w:lang w:val="en-US"/>
              </w:rPr>
              <w:t>4</w:t>
            </w:r>
          </w:p>
        </w:tc>
      </w:tr>
      <w:tr w:rsidR="001A1C8A" w:rsidRPr="00DA22D8" w:rsidTr="001A1C8A">
        <w:trPr>
          <w:trHeight w:val="229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1A1C8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01 02 00 00 00 0000 800</w:t>
            </w:r>
          </w:p>
        </w:tc>
        <w:tc>
          <w:tcPr>
            <w:tcW w:w="18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1A1C8A" w:rsidRDefault="001A1C8A" w:rsidP="001A1C8A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кредитов, предо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тавленных кредитными орг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низациями в валюте Рос</w:t>
            </w:r>
            <w:r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 Федерации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C8A" w:rsidRPr="001A1C8A" w:rsidRDefault="001A1C8A" w:rsidP="002A65BD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C8A" w:rsidRPr="001A1C8A" w:rsidRDefault="00E6790D" w:rsidP="00E6790D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-4 050 619,34</w:t>
            </w:r>
          </w:p>
        </w:tc>
      </w:tr>
      <w:tr w:rsidR="001A1C8A" w:rsidRPr="00DA22D8" w:rsidTr="001A1C8A">
        <w:trPr>
          <w:trHeight w:val="502"/>
        </w:trPr>
        <w:tc>
          <w:tcPr>
            <w:tcW w:w="1469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1A1C8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01 02 00 00 02 0000 810</w:t>
            </w:r>
          </w:p>
        </w:tc>
        <w:tc>
          <w:tcPr>
            <w:tcW w:w="1865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6A1813" w:rsidRDefault="001A1C8A" w:rsidP="006E4221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ъ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ектов Российской Федерации кредитов от кредитных орг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низаций в валюте Российской Федерации</w:t>
            </w:r>
          </w:p>
        </w:tc>
        <w:tc>
          <w:tcPr>
            <w:tcW w:w="833" w:type="pct"/>
            <w:tcBorders>
              <w:top w:val="nil"/>
              <w:right w:val="single" w:sz="4" w:space="0" w:color="auto"/>
            </w:tcBorders>
          </w:tcPr>
          <w:p w:rsidR="001A1C8A" w:rsidRPr="001A1C8A" w:rsidRDefault="001A1C8A" w:rsidP="00184186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top w:val="nil"/>
              <w:right w:val="single" w:sz="4" w:space="0" w:color="auto"/>
            </w:tcBorders>
          </w:tcPr>
          <w:p w:rsidR="001A1C8A" w:rsidRPr="001A1C8A" w:rsidRDefault="00E6790D" w:rsidP="00184186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-4 050 619,34</w:t>
            </w:r>
          </w:p>
        </w:tc>
      </w:tr>
      <w:tr w:rsidR="001A1C8A" w:rsidRPr="00DA22D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01 03 00 00 00 0000 000</w:t>
            </w:r>
          </w:p>
        </w:tc>
        <w:tc>
          <w:tcPr>
            <w:tcW w:w="1865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гих бюджетов бюджетной системы Российской Федер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  <w:tc>
          <w:tcPr>
            <w:tcW w:w="833" w:type="pct"/>
            <w:tcBorders>
              <w:bottom w:val="nil"/>
              <w:right w:val="single" w:sz="4" w:space="0" w:color="auto"/>
            </w:tcBorders>
          </w:tcPr>
          <w:p w:rsidR="001A1C8A" w:rsidRPr="001A1C8A" w:rsidRDefault="001A1C8A" w:rsidP="00E6790D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1A1C8A">
              <w:rPr>
                <w:sz w:val="26"/>
                <w:szCs w:val="26"/>
                <w:lang w:val="en-US"/>
              </w:rPr>
              <w:t xml:space="preserve">2 </w:t>
            </w:r>
            <w:r w:rsidR="00E6790D">
              <w:rPr>
                <w:sz w:val="26"/>
                <w:szCs w:val="26"/>
              </w:rPr>
              <w:t>605</w:t>
            </w:r>
            <w:r w:rsidRPr="001A1C8A">
              <w:rPr>
                <w:sz w:val="26"/>
                <w:szCs w:val="26"/>
              </w:rPr>
              <w:t> </w:t>
            </w:r>
            <w:r w:rsidR="00E6790D">
              <w:rPr>
                <w:sz w:val="26"/>
                <w:szCs w:val="26"/>
              </w:rPr>
              <w:t>724</w:t>
            </w:r>
            <w:r w:rsidRPr="001A1C8A">
              <w:rPr>
                <w:sz w:val="26"/>
                <w:szCs w:val="26"/>
              </w:rPr>
              <w:t>,</w:t>
            </w:r>
            <w:r w:rsidR="00E6790D">
              <w:rPr>
                <w:sz w:val="26"/>
                <w:szCs w:val="26"/>
              </w:rPr>
              <w:t>20</w:t>
            </w:r>
          </w:p>
        </w:tc>
        <w:tc>
          <w:tcPr>
            <w:tcW w:w="832" w:type="pct"/>
            <w:tcBorders>
              <w:bottom w:val="nil"/>
              <w:right w:val="single" w:sz="4" w:space="0" w:color="auto"/>
            </w:tcBorders>
          </w:tcPr>
          <w:p w:rsidR="001A1C8A" w:rsidRPr="001A1C8A" w:rsidRDefault="001A1C8A" w:rsidP="00E6790D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-3 </w:t>
            </w:r>
            <w:r w:rsidR="00E6790D">
              <w:rPr>
                <w:sz w:val="26"/>
                <w:szCs w:val="26"/>
              </w:rPr>
              <w:t>824</w:t>
            </w:r>
            <w:r>
              <w:rPr>
                <w:sz w:val="26"/>
                <w:szCs w:val="26"/>
              </w:rPr>
              <w:t> </w:t>
            </w:r>
            <w:r w:rsidR="00E6790D">
              <w:rPr>
                <w:sz w:val="26"/>
                <w:szCs w:val="26"/>
              </w:rPr>
              <w:t>496</w:t>
            </w:r>
            <w:r>
              <w:rPr>
                <w:sz w:val="26"/>
                <w:szCs w:val="26"/>
              </w:rPr>
              <w:t>,</w:t>
            </w:r>
            <w:r w:rsidR="00E6790D">
              <w:rPr>
                <w:sz w:val="26"/>
                <w:szCs w:val="26"/>
              </w:rPr>
              <w:t>60</w:t>
            </w:r>
          </w:p>
        </w:tc>
      </w:tr>
      <w:tr w:rsidR="001A1C8A" w:rsidRPr="00DA22D8" w:rsidTr="001A1C8A">
        <w:trPr>
          <w:trHeight w:val="502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00 00 0000 000</w:t>
            </w:r>
          </w:p>
        </w:tc>
        <w:tc>
          <w:tcPr>
            <w:tcW w:w="1865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517073" w:rsidRDefault="001A1C8A" w:rsidP="006609FB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Бюджетные кредиты 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от др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гих бюджетов бюджетной системы Российской Федер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в валюте Российской Ф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</w:p>
        </w:tc>
        <w:tc>
          <w:tcPr>
            <w:tcW w:w="833" w:type="pct"/>
            <w:tcBorders>
              <w:top w:val="nil"/>
              <w:bottom w:val="nil"/>
              <w:right w:val="single" w:sz="4" w:space="0" w:color="auto"/>
            </w:tcBorders>
          </w:tcPr>
          <w:p w:rsidR="001A1C8A" w:rsidRPr="001A1C8A" w:rsidRDefault="00E6790D" w:rsidP="001A1C8A">
            <w:pPr>
              <w:ind w:right="61"/>
              <w:jc w:val="right"/>
              <w:rPr>
                <w:sz w:val="26"/>
                <w:szCs w:val="26"/>
              </w:rPr>
            </w:pPr>
            <w:r w:rsidRPr="001A1C8A">
              <w:rPr>
                <w:sz w:val="26"/>
                <w:szCs w:val="26"/>
                <w:lang w:val="en-US"/>
              </w:rPr>
              <w:t xml:space="preserve">2 </w:t>
            </w:r>
            <w:r>
              <w:rPr>
                <w:sz w:val="26"/>
                <w:szCs w:val="26"/>
              </w:rPr>
              <w:t>605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724</w:t>
            </w:r>
            <w:r w:rsidRPr="001A1C8A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20</w:t>
            </w:r>
          </w:p>
        </w:tc>
        <w:tc>
          <w:tcPr>
            <w:tcW w:w="832" w:type="pct"/>
            <w:tcBorders>
              <w:top w:val="nil"/>
              <w:bottom w:val="nil"/>
              <w:right w:val="single" w:sz="4" w:space="0" w:color="auto"/>
            </w:tcBorders>
          </w:tcPr>
          <w:p w:rsidR="001A1C8A" w:rsidRPr="001A1C8A" w:rsidRDefault="00E6790D" w:rsidP="001A1C8A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-3 824 496,60</w:t>
            </w:r>
          </w:p>
        </w:tc>
      </w:tr>
      <w:tr w:rsidR="001A1C8A" w:rsidRPr="00744CC8" w:rsidTr="001A1C8A">
        <w:trPr>
          <w:trHeight w:val="566"/>
        </w:trPr>
        <w:tc>
          <w:tcPr>
            <w:tcW w:w="1469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00 00 0000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865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F47950" w:rsidRDefault="001A1C8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Получение бюджетных кр</w:t>
            </w: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дитов от других бюджетов бюджетной системы Росси</w:t>
            </w: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Федерации</w:t>
            </w:r>
          </w:p>
        </w:tc>
        <w:tc>
          <w:tcPr>
            <w:tcW w:w="833" w:type="pct"/>
            <w:tcBorders>
              <w:top w:val="nil"/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285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379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679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top w:val="nil"/>
              <w:right w:val="single" w:sz="4" w:space="0" w:color="auto"/>
            </w:tcBorders>
          </w:tcPr>
          <w:p w:rsidR="001A1C8A" w:rsidRPr="001A1C8A" w:rsidRDefault="001A1C8A" w:rsidP="00A53EC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9 886 625,7</w:t>
            </w:r>
            <w:r w:rsidR="003939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1A1C8A" w:rsidRPr="00744CC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>10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4C5BA6" w:rsidRDefault="001A1C8A" w:rsidP="006E4221">
            <w:pPr>
              <w:autoSpaceDE w:val="0"/>
              <w:autoSpaceDN w:val="0"/>
              <w:adjustRightInd w:val="0"/>
              <w:ind w:left="119" w:right="126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Получение кредитов от др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гих бюджетов бюджетной системы Российской Федер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ции бюджетами субъектов Российской Федерации в в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люте Российской Федерации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285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379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6790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1A1C8A" w:rsidRPr="001A1C8A" w:rsidRDefault="001A1C8A" w:rsidP="001A1C8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9 886 625,7</w:t>
            </w:r>
            <w:r w:rsidR="0039392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1A1C8A" w:rsidRPr="00744CC8" w:rsidTr="001A1C8A">
        <w:trPr>
          <w:trHeight w:val="502"/>
        </w:trPr>
        <w:tc>
          <w:tcPr>
            <w:tcW w:w="1469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00 00 0000 800</w:t>
            </w:r>
          </w:p>
        </w:tc>
        <w:tc>
          <w:tcPr>
            <w:tcW w:w="1865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6E422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дитов, полученных от других бюджетов бюджетной сист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мы Российской Федерации в валюте Российской Федер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  <w:tc>
          <w:tcPr>
            <w:tcW w:w="833" w:type="pct"/>
            <w:tcBorders>
              <w:right w:val="single" w:sz="4" w:space="0" w:color="auto"/>
            </w:tcBorders>
          </w:tcPr>
          <w:p w:rsidR="001A1C8A" w:rsidRPr="001A1C8A" w:rsidRDefault="001A1C8A" w:rsidP="00E6790D">
            <w:pPr>
              <w:pStyle w:val="ConsCell"/>
              <w:widowControl/>
              <w:ind w:right="-42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6790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E6790D"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790D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832" w:type="pct"/>
            <w:tcBorders>
              <w:right w:val="single" w:sz="4" w:space="0" w:color="auto"/>
            </w:tcBorders>
          </w:tcPr>
          <w:p w:rsidR="001A1C8A" w:rsidRPr="001A1C8A" w:rsidRDefault="001A1C8A" w:rsidP="00E6790D">
            <w:pPr>
              <w:pStyle w:val="ConsCell"/>
              <w:widowControl/>
              <w:ind w:right="4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-13 </w:t>
            </w:r>
            <w:r w:rsidR="00E6790D">
              <w:rPr>
                <w:rFonts w:ascii="Times New Roman" w:hAnsi="Times New Roman" w:cs="Times New Roman"/>
                <w:sz w:val="26"/>
                <w:szCs w:val="26"/>
              </w:rPr>
              <w:t>711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E6790D"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790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1A1C8A" w:rsidRPr="00744CC8" w:rsidTr="004E2776">
        <w:trPr>
          <w:trHeight w:val="502"/>
        </w:trPr>
        <w:tc>
          <w:tcPr>
            <w:tcW w:w="1469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00 02 0000 810</w:t>
            </w:r>
          </w:p>
        </w:tc>
        <w:tc>
          <w:tcPr>
            <w:tcW w:w="1865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A7710A" w:rsidRDefault="001A1C8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суб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ъ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ект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 кредитов от других бюджетов бюджетной системы Росси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ской Федерации в валюте Российской Федерации </w:t>
            </w:r>
          </w:p>
        </w:tc>
        <w:tc>
          <w:tcPr>
            <w:tcW w:w="833" w:type="pct"/>
            <w:tcBorders>
              <w:bottom w:val="nil"/>
              <w:right w:val="single" w:sz="4" w:space="0" w:color="auto"/>
            </w:tcBorders>
          </w:tcPr>
          <w:p w:rsidR="001A1C8A" w:rsidRPr="001A1C8A" w:rsidRDefault="00E6790D" w:rsidP="00E6790D">
            <w:pPr>
              <w:pStyle w:val="ConsCell"/>
              <w:widowControl/>
              <w:ind w:right="-42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891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  <w:r w:rsidRPr="001A1C8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832" w:type="pct"/>
            <w:tcBorders>
              <w:bottom w:val="nil"/>
              <w:right w:val="single" w:sz="4" w:space="0" w:color="auto"/>
            </w:tcBorders>
          </w:tcPr>
          <w:p w:rsidR="001A1C8A" w:rsidRPr="001A1C8A" w:rsidRDefault="00E6790D" w:rsidP="00E6790D">
            <w:pPr>
              <w:pStyle w:val="ConsCell"/>
              <w:widowControl/>
              <w:ind w:right="4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-13 711 122,30</w:t>
            </w:r>
          </w:p>
        </w:tc>
      </w:tr>
      <w:tr w:rsidR="001A1C8A" w:rsidRPr="0029760E" w:rsidTr="004E2776">
        <w:trPr>
          <w:trHeight w:val="319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393597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01 06 00 00 00 0000 000</w:t>
            </w:r>
          </w:p>
        </w:tc>
        <w:tc>
          <w:tcPr>
            <w:tcW w:w="18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4C5BA6" w:rsidRDefault="001A1C8A" w:rsidP="006E422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Иные источники внутреннего 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lastRenderedPageBreak/>
              <w:t>финансирования дефицитов бюджетов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C8A" w:rsidRPr="00E6790D" w:rsidRDefault="001A1C8A" w:rsidP="001A1C8A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559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480</w:t>
            </w:r>
            <w:r w:rsidRPr="001A1C8A">
              <w:rPr>
                <w:sz w:val="26"/>
                <w:szCs w:val="26"/>
              </w:rPr>
              <w:t>,</w:t>
            </w:r>
            <w:r w:rsidRPr="001A1C8A">
              <w:rPr>
                <w:sz w:val="26"/>
                <w:szCs w:val="26"/>
                <w:lang w:val="en-US"/>
              </w:rPr>
              <w:t>0</w:t>
            </w:r>
            <w:r w:rsidR="00E6790D">
              <w:rPr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C8A" w:rsidRPr="001A1C8A" w:rsidRDefault="001A1C8A" w:rsidP="00E636C8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15 500,0</w:t>
            </w:r>
            <w:r w:rsidR="00E6790D">
              <w:rPr>
                <w:sz w:val="26"/>
                <w:szCs w:val="26"/>
              </w:rPr>
              <w:t>0</w:t>
            </w:r>
          </w:p>
        </w:tc>
      </w:tr>
      <w:tr w:rsidR="001A1C8A" w:rsidRPr="00DA22D8" w:rsidTr="004E2776">
        <w:trPr>
          <w:trHeight w:val="319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4B4611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lastRenderedPageBreak/>
              <w:t xml:space="preserve">01 06 00 00 00 0000 </w:t>
            </w:r>
            <w:r>
              <w:rPr>
                <w:sz w:val="26"/>
                <w:szCs w:val="26"/>
              </w:rPr>
              <w:t>5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18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1A1C8A" w:rsidRDefault="001A1C8A" w:rsidP="00F5505B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Увеличение финансовых акт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вов, являющихся иными 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точниками внутреннего ф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нансирования дефицитов бюджетов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C8A" w:rsidRPr="001A1C8A" w:rsidRDefault="001A1C8A" w:rsidP="00184186">
            <w:pPr>
              <w:ind w:right="61"/>
              <w:jc w:val="right"/>
              <w:rPr>
                <w:sz w:val="26"/>
                <w:szCs w:val="26"/>
              </w:rPr>
            </w:pPr>
            <w:r w:rsidRPr="001A1C8A">
              <w:rPr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C8A" w:rsidRPr="001A1C8A" w:rsidRDefault="001A1C8A" w:rsidP="00184186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1A1C8A" w:rsidRPr="0029760E" w:rsidTr="001A1C8A">
        <w:trPr>
          <w:trHeight w:val="319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744CC8" w:rsidRDefault="001A1C8A" w:rsidP="004B4611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01 06 00 00 00 0000 </w:t>
            </w:r>
            <w:r>
              <w:rPr>
                <w:sz w:val="26"/>
                <w:szCs w:val="26"/>
              </w:rPr>
              <w:t>6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18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A1C8A" w:rsidRPr="004C5BA6" w:rsidRDefault="001A1C8A" w:rsidP="006E422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к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тивов, являющихся иными 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точниками внутреннего ф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нансирования дефицитов бюджетов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C8A" w:rsidRPr="00E6790D" w:rsidRDefault="001A1C8A" w:rsidP="00F53698">
            <w:pPr>
              <w:ind w:right="61"/>
              <w:jc w:val="right"/>
              <w:rPr>
                <w:sz w:val="26"/>
                <w:szCs w:val="26"/>
              </w:rPr>
            </w:pPr>
            <w:r w:rsidRPr="001A1C8A">
              <w:rPr>
                <w:sz w:val="26"/>
                <w:szCs w:val="26"/>
              </w:rPr>
              <w:t>5</w:t>
            </w:r>
            <w:r w:rsidRPr="001A1C8A">
              <w:rPr>
                <w:sz w:val="26"/>
                <w:szCs w:val="26"/>
                <w:lang w:val="en-US"/>
              </w:rPr>
              <w:t>59</w:t>
            </w:r>
            <w:r w:rsidRPr="001A1C8A">
              <w:rPr>
                <w:sz w:val="26"/>
                <w:szCs w:val="26"/>
              </w:rPr>
              <w:t> </w:t>
            </w:r>
            <w:r w:rsidR="00F53698">
              <w:rPr>
                <w:sz w:val="26"/>
                <w:szCs w:val="26"/>
              </w:rPr>
              <w:t>480</w:t>
            </w:r>
            <w:r w:rsidRPr="001A1C8A">
              <w:rPr>
                <w:sz w:val="26"/>
                <w:szCs w:val="26"/>
              </w:rPr>
              <w:t>,</w:t>
            </w:r>
            <w:r w:rsidRPr="001A1C8A">
              <w:rPr>
                <w:sz w:val="26"/>
                <w:szCs w:val="26"/>
                <w:lang w:val="en-US"/>
              </w:rPr>
              <w:t>0</w:t>
            </w:r>
            <w:r w:rsidR="00E6790D">
              <w:rPr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C8A" w:rsidRPr="001A1C8A" w:rsidRDefault="00F53698" w:rsidP="00E636C8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15 500,</w:t>
            </w:r>
            <w:r w:rsidR="00184186">
              <w:rPr>
                <w:sz w:val="26"/>
                <w:szCs w:val="26"/>
              </w:rPr>
              <w:t>0</w:t>
            </w:r>
            <w:r w:rsidR="00E6790D">
              <w:rPr>
                <w:sz w:val="26"/>
                <w:szCs w:val="26"/>
              </w:rPr>
              <w:t>0</w:t>
            </w:r>
          </w:p>
        </w:tc>
      </w:tr>
      <w:tr w:rsidR="00F53698" w:rsidRPr="00744CC8" w:rsidTr="001A1C8A">
        <w:trPr>
          <w:trHeight w:val="502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744CC8" w:rsidRDefault="00F53698" w:rsidP="00393597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01 06 05 00 00 0000 000</w:t>
            </w:r>
          </w:p>
        </w:tc>
        <w:tc>
          <w:tcPr>
            <w:tcW w:w="1865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4C5BA6" w:rsidRDefault="00F53698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тавленные внутри страны в в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люте Российской Федерации</w:t>
            </w:r>
          </w:p>
        </w:tc>
        <w:tc>
          <w:tcPr>
            <w:tcW w:w="833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F53698" w:rsidRPr="00E6790D" w:rsidRDefault="00F53698" w:rsidP="005D0D7B">
            <w:pPr>
              <w:ind w:right="61"/>
              <w:jc w:val="right"/>
              <w:rPr>
                <w:sz w:val="26"/>
                <w:szCs w:val="26"/>
              </w:rPr>
            </w:pPr>
            <w:r w:rsidRPr="001A1C8A">
              <w:rPr>
                <w:sz w:val="26"/>
                <w:szCs w:val="26"/>
              </w:rPr>
              <w:t>5</w:t>
            </w:r>
            <w:r w:rsidRPr="001A1C8A">
              <w:rPr>
                <w:sz w:val="26"/>
                <w:szCs w:val="26"/>
                <w:lang w:val="en-US"/>
              </w:rPr>
              <w:t>59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480</w:t>
            </w:r>
            <w:r w:rsidRPr="001A1C8A">
              <w:rPr>
                <w:sz w:val="26"/>
                <w:szCs w:val="26"/>
              </w:rPr>
              <w:t>,</w:t>
            </w:r>
            <w:r w:rsidRPr="001A1C8A">
              <w:rPr>
                <w:sz w:val="26"/>
                <w:szCs w:val="26"/>
                <w:lang w:val="en-US"/>
              </w:rPr>
              <w:t>0</w:t>
            </w:r>
            <w:r w:rsidR="00E6790D">
              <w:rPr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top w:val="nil"/>
              <w:bottom w:val="nil"/>
              <w:right w:val="single" w:sz="4" w:space="0" w:color="auto"/>
            </w:tcBorders>
          </w:tcPr>
          <w:p w:rsidR="00F53698" w:rsidRPr="001A1C8A" w:rsidRDefault="00F53698" w:rsidP="005D0D7B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15 500,</w:t>
            </w:r>
            <w:r w:rsidR="00184186">
              <w:rPr>
                <w:sz w:val="26"/>
                <w:szCs w:val="26"/>
              </w:rPr>
              <w:t>0</w:t>
            </w:r>
            <w:r w:rsidR="00E6790D">
              <w:rPr>
                <w:sz w:val="26"/>
                <w:szCs w:val="26"/>
              </w:rPr>
              <w:t>0</w:t>
            </w:r>
          </w:p>
        </w:tc>
      </w:tr>
      <w:tr w:rsidR="00F53698" w:rsidRPr="00DA22D8" w:rsidTr="001A1C8A">
        <w:trPr>
          <w:trHeight w:val="65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744CC8" w:rsidRDefault="00F53698" w:rsidP="00E03BF8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01 06 05 00 00 0000 600</w:t>
            </w:r>
          </w:p>
        </w:tc>
        <w:tc>
          <w:tcPr>
            <w:tcW w:w="1865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744CC8" w:rsidRDefault="00F53698" w:rsidP="006E4221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внутри стр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а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ны в валюте Российской Фед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е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рации</w:t>
            </w:r>
          </w:p>
        </w:tc>
        <w:tc>
          <w:tcPr>
            <w:tcW w:w="833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F53698" w:rsidRPr="00E6790D" w:rsidRDefault="00F53698" w:rsidP="005D0D7B">
            <w:pPr>
              <w:ind w:right="61"/>
              <w:jc w:val="right"/>
              <w:rPr>
                <w:sz w:val="26"/>
                <w:szCs w:val="26"/>
              </w:rPr>
            </w:pPr>
            <w:r w:rsidRPr="001A1C8A">
              <w:rPr>
                <w:sz w:val="26"/>
                <w:szCs w:val="26"/>
              </w:rPr>
              <w:t>5</w:t>
            </w:r>
            <w:r w:rsidRPr="001A1C8A">
              <w:rPr>
                <w:sz w:val="26"/>
                <w:szCs w:val="26"/>
                <w:lang w:val="en-US"/>
              </w:rPr>
              <w:t>59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480</w:t>
            </w:r>
            <w:r w:rsidRPr="001A1C8A">
              <w:rPr>
                <w:sz w:val="26"/>
                <w:szCs w:val="26"/>
              </w:rPr>
              <w:t>,</w:t>
            </w:r>
            <w:r w:rsidRPr="001A1C8A">
              <w:rPr>
                <w:sz w:val="26"/>
                <w:szCs w:val="26"/>
                <w:lang w:val="en-US"/>
              </w:rPr>
              <w:t>0</w:t>
            </w:r>
            <w:r w:rsidR="00E6790D">
              <w:rPr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top w:val="nil"/>
              <w:right w:val="single" w:sz="4" w:space="0" w:color="auto"/>
            </w:tcBorders>
          </w:tcPr>
          <w:p w:rsidR="00F53698" w:rsidRPr="001A1C8A" w:rsidRDefault="00F53698" w:rsidP="005D0D7B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15 500,</w:t>
            </w:r>
            <w:r w:rsidR="00184186">
              <w:rPr>
                <w:sz w:val="26"/>
                <w:szCs w:val="26"/>
              </w:rPr>
              <w:t>0</w:t>
            </w:r>
            <w:r w:rsidR="00E6790D">
              <w:rPr>
                <w:sz w:val="26"/>
                <w:szCs w:val="26"/>
              </w:rPr>
              <w:t>0</w:t>
            </w:r>
          </w:p>
        </w:tc>
      </w:tr>
      <w:tr w:rsidR="00F53698" w:rsidRPr="00DA22D8" w:rsidTr="001A1C8A">
        <w:trPr>
          <w:trHeight w:val="72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744CC8" w:rsidRDefault="00F53698" w:rsidP="0039359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01 06 05 02 00 0000 600</w:t>
            </w:r>
          </w:p>
        </w:tc>
        <w:tc>
          <w:tcPr>
            <w:tcW w:w="1865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4C5BA6" w:rsidRDefault="00F53698" w:rsidP="006E4221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другим бю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жетам бюджетной системы Российской Федерации в вал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ю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те Российской Федерации</w:t>
            </w:r>
          </w:p>
        </w:tc>
        <w:tc>
          <w:tcPr>
            <w:tcW w:w="833" w:type="pct"/>
            <w:tcBorders>
              <w:bottom w:val="nil"/>
              <w:right w:val="single" w:sz="4" w:space="0" w:color="auto"/>
            </w:tcBorders>
          </w:tcPr>
          <w:p w:rsidR="00F53698" w:rsidRPr="00E6790D" w:rsidRDefault="00F53698" w:rsidP="005D0D7B">
            <w:pPr>
              <w:ind w:right="61"/>
              <w:jc w:val="right"/>
              <w:rPr>
                <w:sz w:val="26"/>
                <w:szCs w:val="26"/>
              </w:rPr>
            </w:pPr>
            <w:r w:rsidRPr="001A1C8A">
              <w:rPr>
                <w:sz w:val="26"/>
                <w:szCs w:val="26"/>
              </w:rPr>
              <w:t>5</w:t>
            </w:r>
            <w:r w:rsidRPr="001A1C8A">
              <w:rPr>
                <w:sz w:val="26"/>
                <w:szCs w:val="26"/>
                <w:lang w:val="en-US"/>
              </w:rPr>
              <w:t>59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480</w:t>
            </w:r>
            <w:r w:rsidRPr="001A1C8A">
              <w:rPr>
                <w:sz w:val="26"/>
                <w:szCs w:val="26"/>
              </w:rPr>
              <w:t>,</w:t>
            </w:r>
            <w:r w:rsidRPr="001A1C8A">
              <w:rPr>
                <w:sz w:val="26"/>
                <w:szCs w:val="26"/>
                <w:lang w:val="en-US"/>
              </w:rPr>
              <w:t>0</w:t>
            </w:r>
            <w:r w:rsidR="00E6790D">
              <w:rPr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bottom w:val="nil"/>
              <w:right w:val="single" w:sz="4" w:space="0" w:color="auto"/>
            </w:tcBorders>
          </w:tcPr>
          <w:p w:rsidR="00F53698" w:rsidRPr="001A1C8A" w:rsidRDefault="00F53698" w:rsidP="005D0D7B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15 500,</w:t>
            </w:r>
            <w:r w:rsidR="00184186">
              <w:rPr>
                <w:sz w:val="26"/>
                <w:szCs w:val="26"/>
              </w:rPr>
              <w:t>0</w:t>
            </w:r>
            <w:r w:rsidR="00E6790D">
              <w:rPr>
                <w:sz w:val="26"/>
                <w:szCs w:val="26"/>
              </w:rPr>
              <w:t>0</w:t>
            </w:r>
          </w:p>
        </w:tc>
      </w:tr>
      <w:tr w:rsidR="00F53698" w:rsidRPr="00744CC8" w:rsidTr="001A1C8A">
        <w:trPr>
          <w:trHeight w:val="361"/>
        </w:trPr>
        <w:tc>
          <w:tcPr>
            <w:tcW w:w="1469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744CC8" w:rsidRDefault="00F53698" w:rsidP="0039359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01 06 05 02 02 0000 640</w:t>
            </w:r>
          </w:p>
        </w:tc>
        <w:tc>
          <w:tcPr>
            <w:tcW w:w="1865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4C5BA6" w:rsidRDefault="00F53698" w:rsidP="006E4221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предоставленных другим бю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д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жетам бюджетной системы Российской Федерации из бюджетов субъектов Росси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й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ской Федерации в валюте Ро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сийской Федерации</w:t>
            </w:r>
          </w:p>
        </w:tc>
        <w:tc>
          <w:tcPr>
            <w:tcW w:w="833" w:type="pct"/>
            <w:tcBorders>
              <w:top w:val="nil"/>
              <w:bottom w:val="nil"/>
              <w:right w:val="single" w:sz="4" w:space="0" w:color="auto"/>
            </w:tcBorders>
          </w:tcPr>
          <w:p w:rsidR="00F53698" w:rsidRPr="00E6790D" w:rsidRDefault="00F53698" w:rsidP="005D0D7B">
            <w:pPr>
              <w:ind w:right="61"/>
              <w:jc w:val="right"/>
              <w:rPr>
                <w:sz w:val="26"/>
                <w:szCs w:val="26"/>
              </w:rPr>
            </w:pPr>
            <w:r w:rsidRPr="001A1C8A">
              <w:rPr>
                <w:sz w:val="26"/>
                <w:szCs w:val="26"/>
              </w:rPr>
              <w:t>5</w:t>
            </w:r>
            <w:r w:rsidRPr="001A1C8A">
              <w:rPr>
                <w:sz w:val="26"/>
                <w:szCs w:val="26"/>
                <w:lang w:val="en-US"/>
              </w:rPr>
              <w:t>59</w:t>
            </w:r>
            <w:r w:rsidRPr="001A1C8A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480</w:t>
            </w:r>
            <w:r w:rsidRPr="001A1C8A">
              <w:rPr>
                <w:sz w:val="26"/>
                <w:szCs w:val="26"/>
              </w:rPr>
              <w:t>,</w:t>
            </w:r>
            <w:r w:rsidRPr="001A1C8A">
              <w:rPr>
                <w:sz w:val="26"/>
                <w:szCs w:val="26"/>
                <w:lang w:val="en-US"/>
              </w:rPr>
              <w:t>0</w:t>
            </w:r>
            <w:r w:rsidR="00E6790D">
              <w:rPr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top w:val="nil"/>
              <w:bottom w:val="nil"/>
              <w:right w:val="single" w:sz="4" w:space="0" w:color="auto"/>
            </w:tcBorders>
          </w:tcPr>
          <w:p w:rsidR="00F53698" w:rsidRPr="001A1C8A" w:rsidRDefault="00F53698" w:rsidP="005D0D7B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15 500,</w:t>
            </w:r>
            <w:r w:rsidR="00184186">
              <w:rPr>
                <w:sz w:val="26"/>
                <w:szCs w:val="26"/>
              </w:rPr>
              <w:t>0</w:t>
            </w:r>
            <w:r w:rsidR="00E6790D">
              <w:rPr>
                <w:sz w:val="26"/>
                <w:szCs w:val="26"/>
              </w:rPr>
              <w:t>0</w:t>
            </w:r>
          </w:p>
        </w:tc>
      </w:tr>
      <w:tr w:rsidR="00F53698" w:rsidRPr="00C77ED6" w:rsidTr="001A1C8A">
        <w:trPr>
          <w:trHeight w:val="988"/>
        </w:trPr>
        <w:tc>
          <w:tcPr>
            <w:tcW w:w="1469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744CC8" w:rsidRDefault="00F53698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</w:t>
            </w:r>
            <w:r>
              <w:rPr>
                <w:sz w:val="26"/>
                <w:szCs w:val="26"/>
              </w:rPr>
              <w:t>10</w:t>
            </w:r>
            <w:r w:rsidRPr="00744CC8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0</w:t>
            </w:r>
            <w:r w:rsidRPr="00744CC8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0</w:t>
            </w:r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00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1865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53698" w:rsidRPr="00744CC8" w:rsidRDefault="00F53698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33B4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</w:t>
            </w:r>
            <w:r w:rsidRPr="003133B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3133B4">
              <w:rPr>
                <w:rFonts w:ascii="Times New Roman" w:hAnsi="Times New Roman" w:cs="Times New Roman"/>
                <w:sz w:val="26"/>
                <w:szCs w:val="26"/>
              </w:rPr>
              <w:t>татками средств на единых счетах бюджетов</w:t>
            </w:r>
          </w:p>
        </w:tc>
        <w:tc>
          <w:tcPr>
            <w:tcW w:w="833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3698" w:rsidRPr="002B793A" w:rsidRDefault="00F53698" w:rsidP="0018418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F5369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32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53698" w:rsidRPr="001A1C8A" w:rsidRDefault="00F53698" w:rsidP="0018418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32FE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E86E7D" w:rsidRDefault="00E86E7D" w:rsidP="008D7D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E86E7D" w:rsidSect="00132FEC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08C" w:rsidRDefault="009F708C">
      <w:r>
        <w:separator/>
      </w:r>
    </w:p>
  </w:endnote>
  <w:endnote w:type="continuationSeparator" w:id="0">
    <w:p w:rsidR="009F708C" w:rsidRDefault="009F7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C8A" w:rsidRDefault="009E31A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A1C8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A1C8A">
      <w:rPr>
        <w:rStyle w:val="a7"/>
        <w:noProof/>
      </w:rPr>
      <w:t>10</w:t>
    </w:r>
    <w:r>
      <w:rPr>
        <w:rStyle w:val="a7"/>
      </w:rPr>
      <w:fldChar w:fldCharType="end"/>
    </w:r>
  </w:p>
  <w:p w:rsidR="001A1C8A" w:rsidRDefault="001A1C8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15933"/>
      <w:docPartObj>
        <w:docPartGallery w:val="Page Numbers (Bottom of Page)"/>
        <w:docPartUnique/>
      </w:docPartObj>
    </w:sdtPr>
    <w:sdtContent>
      <w:p w:rsidR="001A1C8A" w:rsidRDefault="009E31AE" w:rsidP="005D4211">
        <w:pPr>
          <w:pStyle w:val="a5"/>
          <w:jc w:val="right"/>
        </w:pPr>
        <w:fldSimple w:instr=" PAGE   \* MERGEFORMAT ">
          <w:r w:rsidR="00CD7018">
            <w:rPr>
              <w:noProof/>
            </w:rPr>
            <w:t>12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1A1C8A" w:rsidRDefault="009E31AE">
        <w:pPr>
          <w:pStyle w:val="a5"/>
          <w:jc w:val="right"/>
        </w:pPr>
        <w:fldSimple w:instr=" PAGE   \* MERGEFORMAT ">
          <w:r w:rsidR="001A1C8A">
            <w:rPr>
              <w:noProof/>
            </w:rPr>
            <w:t>1</w:t>
          </w:r>
        </w:fldSimple>
      </w:p>
    </w:sdtContent>
  </w:sdt>
  <w:p w:rsidR="001A1C8A" w:rsidRDefault="001A1C8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08C" w:rsidRDefault="009F708C">
      <w:r>
        <w:separator/>
      </w:r>
    </w:p>
  </w:footnote>
  <w:footnote w:type="continuationSeparator" w:id="0">
    <w:p w:rsidR="009F708C" w:rsidRDefault="009F70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278F6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29DD"/>
    <w:rsid w:val="000643B4"/>
    <w:rsid w:val="00064EE1"/>
    <w:rsid w:val="00065A92"/>
    <w:rsid w:val="00070B77"/>
    <w:rsid w:val="00071D0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379B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153E"/>
    <w:rsid w:val="0010281C"/>
    <w:rsid w:val="001043C4"/>
    <w:rsid w:val="00105ADF"/>
    <w:rsid w:val="001061A1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3A6"/>
    <w:rsid w:val="0013253B"/>
    <w:rsid w:val="001327B5"/>
    <w:rsid w:val="00132879"/>
    <w:rsid w:val="00132FEC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3D20"/>
    <w:rsid w:val="00184186"/>
    <w:rsid w:val="001874D4"/>
    <w:rsid w:val="00187FB1"/>
    <w:rsid w:val="00192078"/>
    <w:rsid w:val="00193D25"/>
    <w:rsid w:val="001953B4"/>
    <w:rsid w:val="00197F2D"/>
    <w:rsid w:val="00197FD3"/>
    <w:rsid w:val="001A0B9F"/>
    <w:rsid w:val="001A1C8A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18A"/>
    <w:rsid w:val="00201880"/>
    <w:rsid w:val="00201D89"/>
    <w:rsid w:val="00203A95"/>
    <w:rsid w:val="00203B6A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47CD"/>
    <w:rsid w:val="0023631B"/>
    <w:rsid w:val="002407D1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49BB"/>
    <w:rsid w:val="0026613C"/>
    <w:rsid w:val="00266523"/>
    <w:rsid w:val="00270EE2"/>
    <w:rsid w:val="00273CB2"/>
    <w:rsid w:val="002779F0"/>
    <w:rsid w:val="00277D98"/>
    <w:rsid w:val="002844CE"/>
    <w:rsid w:val="00285D4F"/>
    <w:rsid w:val="0028657B"/>
    <w:rsid w:val="0029465D"/>
    <w:rsid w:val="00294A83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A65BD"/>
    <w:rsid w:val="002B0809"/>
    <w:rsid w:val="002B0FAE"/>
    <w:rsid w:val="002B1312"/>
    <w:rsid w:val="002B1568"/>
    <w:rsid w:val="002B18C9"/>
    <w:rsid w:val="002B2204"/>
    <w:rsid w:val="002B2702"/>
    <w:rsid w:val="002B3501"/>
    <w:rsid w:val="002B6A5B"/>
    <w:rsid w:val="002B6D00"/>
    <w:rsid w:val="002B78CE"/>
    <w:rsid w:val="002B793A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23E5"/>
    <w:rsid w:val="002E358A"/>
    <w:rsid w:val="002E3871"/>
    <w:rsid w:val="002E4B1C"/>
    <w:rsid w:val="002E51B1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6D54"/>
    <w:rsid w:val="00306E3C"/>
    <w:rsid w:val="003133B4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59FE"/>
    <w:rsid w:val="00375B26"/>
    <w:rsid w:val="0037635C"/>
    <w:rsid w:val="003804B1"/>
    <w:rsid w:val="00380BE2"/>
    <w:rsid w:val="00383227"/>
    <w:rsid w:val="00384A0E"/>
    <w:rsid w:val="003910F8"/>
    <w:rsid w:val="00393597"/>
    <w:rsid w:val="00393926"/>
    <w:rsid w:val="00396C2D"/>
    <w:rsid w:val="003A280E"/>
    <w:rsid w:val="003A2B00"/>
    <w:rsid w:val="003A3D77"/>
    <w:rsid w:val="003A5955"/>
    <w:rsid w:val="003A5F0F"/>
    <w:rsid w:val="003B0199"/>
    <w:rsid w:val="003B387A"/>
    <w:rsid w:val="003B41F1"/>
    <w:rsid w:val="003B6D67"/>
    <w:rsid w:val="003C1A72"/>
    <w:rsid w:val="003C1C39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F03DF"/>
    <w:rsid w:val="003F0AC0"/>
    <w:rsid w:val="003F197B"/>
    <w:rsid w:val="003F4B53"/>
    <w:rsid w:val="004014F5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2BE"/>
    <w:rsid w:val="00437944"/>
    <w:rsid w:val="00441CDE"/>
    <w:rsid w:val="004431DD"/>
    <w:rsid w:val="00443674"/>
    <w:rsid w:val="004443A2"/>
    <w:rsid w:val="00445EC6"/>
    <w:rsid w:val="00446F2A"/>
    <w:rsid w:val="00447208"/>
    <w:rsid w:val="004475E1"/>
    <w:rsid w:val="00447E78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3E68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A7"/>
    <w:rsid w:val="004D1B15"/>
    <w:rsid w:val="004D395E"/>
    <w:rsid w:val="004D5B1C"/>
    <w:rsid w:val="004D7BD7"/>
    <w:rsid w:val="004E226E"/>
    <w:rsid w:val="004E2776"/>
    <w:rsid w:val="004E27FB"/>
    <w:rsid w:val="004E2E6E"/>
    <w:rsid w:val="004F48CC"/>
    <w:rsid w:val="004F59B5"/>
    <w:rsid w:val="004F7BE0"/>
    <w:rsid w:val="004F7FED"/>
    <w:rsid w:val="00500245"/>
    <w:rsid w:val="00503289"/>
    <w:rsid w:val="005038F0"/>
    <w:rsid w:val="00512B12"/>
    <w:rsid w:val="00512FE7"/>
    <w:rsid w:val="0051468D"/>
    <w:rsid w:val="00516BD9"/>
    <w:rsid w:val="00517073"/>
    <w:rsid w:val="0052054A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299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1CD"/>
    <w:rsid w:val="005A33F2"/>
    <w:rsid w:val="005A394B"/>
    <w:rsid w:val="005A4CFA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C26A9"/>
    <w:rsid w:val="005C2E91"/>
    <w:rsid w:val="005C352A"/>
    <w:rsid w:val="005C77D3"/>
    <w:rsid w:val="005D0742"/>
    <w:rsid w:val="005D4211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09FB"/>
    <w:rsid w:val="00661D30"/>
    <w:rsid w:val="00662592"/>
    <w:rsid w:val="00663260"/>
    <w:rsid w:val="00663B1B"/>
    <w:rsid w:val="00664AAD"/>
    <w:rsid w:val="006661E1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714D"/>
    <w:rsid w:val="006D7822"/>
    <w:rsid w:val="006E21F1"/>
    <w:rsid w:val="006E422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216D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028"/>
    <w:rsid w:val="007E5213"/>
    <w:rsid w:val="007E708D"/>
    <w:rsid w:val="007E727E"/>
    <w:rsid w:val="007F0A2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41C2"/>
    <w:rsid w:val="00815120"/>
    <w:rsid w:val="008163DE"/>
    <w:rsid w:val="00816A4D"/>
    <w:rsid w:val="008177FE"/>
    <w:rsid w:val="00817C99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0D68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2B3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D7DD1"/>
    <w:rsid w:val="008E1AA9"/>
    <w:rsid w:val="008E29A2"/>
    <w:rsid w:val="008E3F6E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C5C"/>
    <w:rsid w:val="00925401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6A3D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E31AE"/>
    <w:rsid w:val="009F3D40"/>
    <w:rsid w:val="009F4DD8"/>
    <w:rsid w:val="009F57A2"/>
    <w:rsid w:val="009F708C"/>
    <w:rsid w:val="009F730E"/>
    <w:rsid w:val="00A00541"/>
    <w:rsid w:val="00A05CB2"/>
    <w:rsid w:val="00A05DE8"/>
    <w:rsid w:val="00A06FF1"/>
    <w:rsid w:val="00A07148"/>
    <w:rsid w:val="00A0788E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0B57"/>
    <w:rsid w:val="00A515DA"/>
    <w:rsid w:val="00A52411"/>
    <w:rsid w:val="00A53E93"/>
    <w:rsid w:val="00A53EC4"/>
    <w:rsid w:val="00A56730"/>
    <w:rsid w:val="00A60290"/>
    <w:rsid w:val="00A611F6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6A59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20BD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DFE"/>
    <w:rsid w:val="00B00912"/>
    <w:rsid w:val="00B02A44"/>
    <w:rsid w:val="00B02E52"/>
    <w:rsid w:val="00B03430"/>
    <w:rsid w:val="00B04B0E"/>
    <w:rsid w:val="00B04ECA"/>
    <w:rsid w:val="00B06072"/>
    <w:rsid w:val="00B1076B"/>
    <w:rsid w:val="00B12ED3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21A"/>
    <w:rsid w:val="00B56E55"/>
    <w:rsid w:val="00B6330F"/>
    <w:rsid w:val="00B639E9"/>
    <w:rsid w:val="00B63E9F"/>
    <w:rsid w:val="00B65F67"/>
    <w:rsid w:val="00B66A37"/>
    <w:rsid w:val="00B675BC"/>
    <w:rsid w:val="00B67D5F"/>
    <w:rsid w:val="00B73FF5"/>
    <w:rsid w:val="00B742CB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470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E4D5D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41B5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353D8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189F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D7018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6F8D"/>
    <w:rsid w:val="00CF74FE"/>
    <w:rsid w:val="00D007EB"/>
    <w:rsid w:val="00D01BFD"/>
    <w:rsid w:val="00D04E17"/>
    <w:rsid w:val="00D05901"/>
    <w:rsid w:val="00D06EC5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0B0B"/>
    <w:rsid w:val="00D72EDE"/>
    <w:rsid w:val="00D72FE2"/>
    <w:rsid w:val="00D73CB4"/>
    <w:rsid w:val="00D74012"/>
    <w:rsid w:val="00D74B71"/>
    <w:rsid w:val="00D74C51"/>
    <w:rsid w:val="00D757D8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9D5"/>
    <w:rsid w:val="00D97CE4"/>
    <w:rsid w:val="00D97FE4"/>
    <w:rsid w:val="00DA0D5D"/>
    <w:rsid w:val="00DA22D8"/>
    <w:rsid w:val="00DA277E"/>
    <w:rsid w:val="00DA41A1"/>
    <w:rsid w:val="00DA71B0"/>
    <w:rsid w:val="00DB02E7"/>
    <w:rsid w:val="00DB1399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B7ADB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5073"/>
    <w:rsid w:val="00DF59B0"/>
    <w:rsid w:val="00DF7F0F"/>
    <w:rsid w:val="00E00A81"/>
    <w:rsid w:val="00E0128B"/>
    <w:rsid w:val="00E01960"/>
    <w:rsid w:val="00E024C9"/>
    <w:rsid w:val="00E03BF8"/>
    <w:rsid w:val="00E04D92"/>
    <w:rsid w:val="00E05DC4"/>
    <w:rsid w:val="00E06A5E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3578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6801"/>
    <w:rsid w:val="00E57DB1"/>
    <w:rsid w:val="00E6210C"/>
    <w:rsid w:val="00E636C8"/>
    <w:rsid w:val="00E654AF"/>
    <w:rsid w:val="00E65F6E"/>
    <w:rsid w:val="00E6790D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A71E2"/>
    <w:rsid w:val="00EB339A"/>
    <w:rsid w:val="00EB649C"/>
    <w:rsid w:val="00EC0085"/>
    <w:rsid w:val="00EC19A8"/>
    <w:rsid w:val="00EC1D14"/>
    <w:rsid w:val="00EC45D4"/>
    <w:rsid w:val="00EC6BDF"/>
    <w:rsid w:val="00EC6CC4"/>
    <w:rsid w:val="00ED0780"/>
    <w:rsid w:val="00ED3766"/>
    <w:rsid w:val="00ED3EBC"/>
    <w:rsid w:val="00ED3FA2"/>
    <w:rsid w:val="00ED590E"/>
    <w:rsid w:val="00ED5E9F"/>
    <w:rsid w:val="00EE09A1"/>
    <w:rsid w:val="00EE221A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75D9"/>
    <w:rsid w:val="00F17ADD"/>
    <w:rsid w:val="00F202BA"/>
    <w:rsid w:val="00F20D01"/>
    <w:rsid w:val="00F234B4"/>
    <w:rsid w:val="00F23A9F"/>
    <w:rsid w:val="00F264C6"/>
    <w:rsid w:val="00F27B51"/>
    <w:rsid w:val="00F335DD"/>
    <w:rsid w:val="00F356F2"/>
    <w:rsid w:val="00F35E7B"/>
    <w:rsid w:val="00F36C21"/>
    <w:rsid w:val="00F376CC"/>
    <w:rsid w:val="00F40042"/>
    <w:rsid w:val="00F42721"/>
    <w:rsid w:val="00F43194"/>
    <w:rsid w:val="00F44EAC"/>
    <w:rsid w:val="00F456F4"/>
    <w:rsid w:val="00F47950"/>
    <w:rsid w:val="00F47D48"/>
    <w:rsid w:val="00F5000B"/>
    <w:rsid w:val="00F5098E"/>
    <w:rsid w:val="00F51F4E"/>
    <w:rsid w:val="00F532A3"/>
    <w:rsid w:val="00F53698"/>
    <w:rsid w:val="00F54472"/>
    <w:rsid w:val="00F5505B"/>
    <w:rsid w:val="00F5663D"/>
    <w:rsid w:val="00F56EFF"/>
    <w:rsid w:val="00F571FA"/>
    <w:rsid w:val="00F6027B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3BD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14933-C415-4C53-9CFF-A9A90C48E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</cp:lastModifiedBy>
  <cp:revision>55</cp:revision>
  <cp:lastPrinted>2017-01-24T10:10:00Z</cp:lastPrinted>
  <dcterms:created xsi:type="dcterms:W3CDTF">2014-10-27T10:33:00Z</dcterms:created>
  <dcterms:modified xsi:type="dcterms:W3CDTF">2017-01-25T11:17:00Z</dcterms:modified>
</cp:coreProperties>
</file>