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B149BE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8C4875">
              <w:rPr>
                <w:sz w:val="26"/>
                <w:szCs w:val="26"/>
              </w:rPr>
              <w:t>11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1B7FB2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D055D4">
        <w:rPr>
          <w:sz w:val="26"/>
          <w:szCs w:val="26"/>
        </w:rPr>
        <w:t>1</w:t>
      </w:r>
      <w:r w:rsidR="00CA39B4">
        <w:rPr>
          <w:sz w:val="26"/>
          <w:szCs w:val="26"/>
        </w:rPr>
        <w:t>3</w:t>
      </w:r>
    </w:p>
    <w:p w:rsidR="00255688" w:rsidRPr="0096056F" w:rsidRDefault="00255688" w:rsidP="001B7FB2">
      <w:pPr>
        <w:ind w:left="0"/>
        <w:jc w:val="center"/>
        <w:rPr>
          <w:sz w:val="26"/>
          <w:szCs w:val="26"/>
        </w:rPr>
      </w:pPr>
    </w:p>
    <w:p w:rsidR="00427B79" w:rsidRPr="0096056F" w:rsidRDefault="00CA39B4" w:rsidP="00D055D4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выплату инвалидам </w:t>
      </w:r>
      <w:r w:rsidRPr="00E77676">
        <w:rPr>
          <w:b/>
          <w:sz w:val="26"/>
          <w:szCs w:val="26"/>
        </w:rPr>
        <w:br/>
        <w:t xml:space="preserve">компенсаций страховых премий по договорам обязательного страхования </w:t>
      </w:r>
      <w:r w:rsidRPr="00E77676">
        <w:rPr>
          <w:b/>
          <w:sz w:val="26"/>
          <w:szCs w:val="26"/>
        </w:rPr>
        <w:br/>
        <w:t>гражданской ответственности владельцев транспортных средств на 2016 год</w:t>
      </w:r>
    </w:p>
    <w:p w:rsidR="006D194C" w:rsidRPr="0096056F" w:rsidRDefault="006D194C" w:rsidP="00D055D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D055D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D055D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D055D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D055D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9"/>
      </w:tblGrid>
      <w:tr w:rsidR="00C4121A" w:rsidRPr="00CA39B4" w:rsidTr="00CA39B4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CA39B4" w:rsidRDefault="00C4121A" w:rsidP="00D055D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C4121A" w:rsidRPr="00CA39B4" w:rsidRDefault="00C4121A" w:rsidP="00D055D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2</w:t>
            </w:r>
          </w:p>
        </w:tc>
      </w:tr>
      <w:tr w:rsidR="007B0C92" w:rsidRPr="00CA39B4" w:rsidTr="00CA3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CA39B4" w:rsidRDefault="007B0C92" w:rsidP="00D055D4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CA39B4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CA39B4">
              <w:rPr>
                <w:b/>
                <w:snapToGrid w:val="0"/>
                <w:sz w:val="26"/>
                <w:szCs w:val="26"/>
              </w:rPr>
              <w:t>о</w:t>
            </w:r>
            <w:r w:rsidRPr="00CA39B4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CA39B4" w:rsidRDefault="007B0C92" w:rsidP="00D055D4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12,2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24,3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7,1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Копейский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34,7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Кыштымский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4,1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63,5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Миасский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21,1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Озерский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Снежинский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3,0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Трехгорный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Троицкий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12,2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12,1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8,0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158,2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9,0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CA39B4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Агаповский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Аргаяшский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Ашинский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9,1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Брединский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3,0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Варненский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15,1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3,0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9,1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Каслинский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1,3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12,0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Кизильский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9,1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Коркинский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12,0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6,0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6,0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Кусинский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6,0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3,0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6,0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6,0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Саткинский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6,0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Сосновский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1,9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Троицкий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3,0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Увельский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3,0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Уйский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9,1</w:t>
            </w:r>
          </w:p>
        </w:tc>
      </w:tr>
      <w:tr w:rsidR="00CA39B4" w:rsidRPr="00CA39B4" w:rsidTr="00CA39B4">
        <w:tblPrEx>
          <w:tblLook w:val="04A0"/>
        </w:tblPrEx>
        <w:trPr>
          <w:trHeight w:val="375"/>
        </w:trPr>
        <w:tc>
          <w:tcPr>
            <w:tcW w:w="5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tabs>
                <w:tab w:val="left" w:pos="459"/>
              </w:tabs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CA39B4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CA39B4">
              <w:rPr>
                <w:sz w:val="26"/>
                <w:szCs w:val="26"/>
              </w:rPr>
              <w:t>9,1</w:t>
            </w:r>
          </w:p>
        </w:tc>
      </w:tr>
      <w:tr w:rsidR="00CA39B4" w:rsidRPr="00CA39B4" w:rsidTr="00CA39B4">
        <w:tblPrEx>
          <w:tblLook w:val="04A0"/>
        </w:tblPrEx>
        <w:trPr>
          <w:trHeight w:val="70"/>
        </w:trPr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pStyle w:val="1"/>
              <w:spacing w:line="276" w:lineRule="auto"/>
              <w:ind w:left="57"/>
              <w:jc w:val="left"/>
              <w:rPr>
                <w:sz w:val="26"/>
                <w:szCs w:val="26"/>
              </w:rPr>
            </w:pPr>
            <w:r w:rsidRPr="00CA39B4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B4" w:rsidRPr="00CA39B4" w:rsidRDefault="00CA39B4" w:rsidP="00637B23">
            <w:pPr>
              <w:spacing w:line="276" w:lineRule="auto"/>
              <w:ind w:right="57"/>
              <w:jc w:val="right"/>
              <w:rPr>
                <w:b/>
                <w:sz w:val="26"/>
                <w:szCs w:val="26"/>
              </w:rPr>
            </w:pPr>
            <w:r w:rsidRPr="00CA39B4">
              <w:rPr>
                <w:b/>
                <w:sz w:val="26"/>
                <w:szCs w:val="26"/>
              </w:rPr>
              <w:t>508,3»</w:t>
            </w:r>
          </w:p>
        </w:tc>
      </w:tr>
    </w:tbl>
    <w:p w:rsidR="00CA39B4" w:rsidRDefault="00CA39B4" w:rsidP="00D055D4">
      <w:pPr>
        <w:ind w:left="0"/>
        <w:rPr>
          <w:sz w:val="26"/>
          <w:szCs w:val="26"/>
        </w:rPr>
      </w:pPr>
    </w:p>
    <w:p w:rsidR="00D055D4" w:rsidRPr="0096056F" w:rsidRDefault="00D055D4" w:rsidP="00D055D4">
      <w:pPr>
        <w:ind w:left="0"/>
        <w:rPr>
          <w:sz w:val="26"/>
          <w:szCs w:val="26"/>
        </w:rPr>
      </w:pPr>
    </w:p>
    <w:sectPr w:rsidR="00D055D4" w:rsidRPr="0096056F" w:rsidSect="008C4875">
      <w:footerReference w:type="default" r:id="rId7"/>
      <w:pgSz w:w="11906" w:h="16838"/>
      <w:pgMar w:top="1134" w:right="567" w:bottom="1134" w:left="1701" w:header="709" w:footer="709" w:gutter="0"/>
      <w:pgNumType w:start="4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645" w:rsidRDefault="00064645" w:rsidP="005211A3">
      <w:r>
        <w:separator/>
      </w:r>
    </w:p>
  </w:endnote>
  <w:endnote w:type="continuationSeparator" w:id="0">
    <w:p w:rsidR="00064645" w:rsidRDefault="00064645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3E5AF0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C4875">
          <w:rPr>
            <w:noProof/>
            <w:sz w:val="24"/>
            <w:szCs w:val="24"/>
          </w:rPr>
          <w:t>447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645" w:rsidRDefault="00064645" w:rsidP="005211A3">
      <w:r>
        <w:separator/>
      </w:r>
    </w:p>
  </w:footnote>
  <w:footnote w:type="continuationSeparator" w:id="0">
    <w:p w:rsidR="00064645" w:rsidRDefault="00064645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64645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26C25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B7FB2"/>
    <w:rsid w:val="001C3907"/>
    <w:rsid w:val="001D0628"/>
    <w:rsid w:val="001D6C2B"/>
    <w:rsid w:val="001F292A"/>
    <w:rsid w:val="00205985"/>
    <w:rsid w:val="002063C1"/>
    <w:rsid w:val="00206B6E"/>
    <w:rsid w:val="00217CB9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4407"/>
    <w:rsid w:val="003C5696"/>
    <w:rsid w:val="003D3C18"/>
    <w:rsid w:val="003D52AF"/>
    <w:rsid w:val="003E4853"/>
    <w:rsid w:val="003E5290"/>
    <w:rsid w:val="003E55A5"/>
    <w:rsid w:val="003E5AF0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3722A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116A"/>
    <w:rsid w:val="004870F1"/>
    <w:rsid w:val="004917C6"/>
    <w:rsid w:val="00494F0B"/>
    <w:rsid w:val="004A0C16"/>
    <w:rsid w:val="004B7F82"/>
    <w:rsid w:val="004C4434"/>
    <w:rsid w:val="004D06CE"/>
    <w:rsid w:val="004D2BA6"/>
    <w:rsid w:val="004D529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4B14"/>
    <w:rsid w:val="005D57D8"/>
    <w:rsid w:val="005D69B9"/>
    <w:rsid w:val="005E065A"/>
    <w:rsid w:val="005E1633"/>
    <w:rsid w:val="005E444D"/>
    <w:rsid w:val="005E514F"/>
    <w:rsid w:val="005E628E"/>
    <w:rsid w:val="005E6BE6"/>
    <w:rsid w:val="005F01A7"/>
    <w:rsid w:val="005F29C4"/>
    <w:rsid w:val="005F7348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4875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2088"/>
    <w:rsid w:val="009D32A6"/>
    <w:rsid w:val="009D5539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D2694"/>
    <w:rsid w:val="00AD60A9"/>
    <w:rsid w:val="00AD72D3"/>
    <w:rsid w:val="00AE6A38"/>
    <w:rsid w:val="00AF6DB0"/>
    <w:rsid w:val="00B041B2"/>
    <w:rsid w:val="00B149BE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A39B4"/>
    <w:rsid w:val="00CA4F51"/>
    <w:rsid w:val="00CB2703"/>
    <w:rsid w:val="00CB3AB9"/>
    <w:rsid w:val="00CB6EB7"/>
    <w:rsid w:val="00CC0C62"/>
    <w:rsid w:val="00CC1A3C"/>
    <w:rsid w:val="00CC29D1"/>
    <w:rsid w:val="00CD66C9"/>
    <w:rsid w:val="00D055D4"/>
    <w:rsid w:val="00D06033"/>
    <w:rsid w:val="00D21CF4"/>
    <w:rsid w:val="00D26A15"/>
    <w:rsid w:val="00D270C3"/>
    <w:rsid w:val="00D35564"/>
    <w:rsid w:val="00D46760"/>
    <w:rsid w:val="00D50499"/>
    <w:rsid w:val="00D616D4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6909F-8EA3-4380-BC76-783C2D24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2016-09-27T06:01:00Z</cp:lastPrinted>
  <dcterms:created xsi:type="dcterms:W3CDTF">2016-09-15T05:47:00Z</dcterms:created>
  <dcterms:modified xsi:type="dcterms:W3CDTF">2016-09-27T06:01:00Z</dcterms:modified>
</cp:coreProperties>
</file>